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1555B7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4D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1555B7" w:rsidRPr="00B7634D" w:rsidRDefault="001555B7" w:rsidP="00B7634D">
            <w:pPr>
              <w:jc w:val="center"/>
              <w:rPr>
                <w:sz w:val="28"/>
                <w:szCs w:val="28"/>
              </w:rPr>
            </w:pPr>
            <w:r w:rsidRPr="00B7634D">
              <w:rPr>
                <w:sz w:val="28"/>
                <w:szCs w:val="28"/>
              </w:rPr>
              <w:t>к Положению «О порядке представления лицом,  поступающим на работу на должность руководителя муниципального учреж</w:t>
            </w:r>
            <w:r>
              <w:rPr>
                <w:sz w:val="28"/>
                <w:szCs w:val="28"/>
              </w:rPr>
              <w:t>дения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>, а также руководителем муниципального учреж</w:t>
            </w:r>
            <w:r>
              <w:rPr>
                <w:sz w:val="28"/>
                <w:szCs w:val="28"/>
              </w:rPr>
              <w:t>дения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55B7" w:rsidRPr="000F2AD1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а</w:t>
      </w:r>
      <w:r w:rsidRPr="000F2AD1">
        <w:rPr>
          <w:sz w:val="20"/>
          <w:szCs w:val="20"/>
        </w:rPr>
        <w:t xml:space="preserve">дминистрацию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</w:p>
    <w:p w:rsidR="001555B7" w:rsidRPr="000F2AD1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1555B7" w:rsidRPr="00C24B02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о доходах, об имуществе и обязательствах имущественного характера лица, поступающего на работу на должность руководителя </w:t>
      </w:r>
      <w:r w:rsidRPr="0049736B">
        <w:rPr>
          <w:b/>
          <w:bCs/>
          <w:color w:val="000000"/>
          <w:sz w:val="20"/>
          <w:szCs w:val="20"/>
        </w:rPr>
        <w:t xml:space="preserve">муниципального учреждения </w:t>
      </w:r>
      <w:r>
        <w:rPr>
          <w:b/>
          <w:bCs/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b/>
          <w:bCs/>
          <w:color w:val="000000"/>
          <w:sz w:val="20"/>
          <w:szCs w:val="20"/>
        </w:rPr>
        <w:t xml:space="preserve"> район</w:t>
      </w:r>
      <w:r>
        <w:rPr>
          <w:b/>
          <w:bCs/>
          <w:color w:val="000000"/>
          <w:sz w:val="20"/>
          <w:szCs w:val="20"/>
        </w:rPr>
        <w:t>а</w:t>
      </w: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30ECE">
        <w:rPr>
          <w:sz w:val="20"/>
          <w:szCs w:val="20"/>
        </w:rPr>
        <w:t>Я,</w:t>
      </w:r>
      <w:r w:rsidRPr="004F064D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4F064D">
        <w:rPr>
          <w:rFonts w:ascii="Courier New" w:hAnsi="Courier New" w:cs="Courier New"/>
          <w:sz w:val="20"/>
          <w:szCs w:val="20"/>
        </w:rPr>
        <w:t>__</w:t>
      </w: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(фамилия, имя, отчество, дата рождения)</w:t>
      </w: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4F064D">
        <w:rPr>
          <w:rFonts w:ascii="Courier New" w:hAnsi="Courier New" w:cs="Courier New"/>
          <w:sz w:val="20"/>
          <w:szCs w:val="20"/>
        </w:rPr>
        <w:t>__</w:t>
      </w: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________________________________</w:t>
      </w:r>
      <w:r w:rsidRPr="004F064D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4F064D">
        <w:rPr>
          <w:rFonts w:ascii="Courier New" w:hAnsi="Courier New" w:cs="Courier New"/>
          <w:sz w:val="20"/>
          <w:szCs w:val="20"/>
        </w:rPr>
        <w:t>_</w:t>
      </w: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1555B7" w:rsidRPr="00CA3084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A3084">
        <w:rPr>
          <w:sz w:val="20"/>
          <w:szCs w:val="20"/>
        </w:rPr>
        <w:t>(основное место работы</w:t>
      </w:r>
      <w:r>
        <w:rPr>
          <w:sz w:val="20"/>
          <w:szCs w:val="20"/>
        </w:rPr>
        <w:t xml:space="preserve"> или службы</w:t>
      </w:r>
      <w:r w:rsidRPr="00CA3084">
        <w:rPr>
          <w:sz w:val="20"/>
          <w:szCs w:val="20"/>
        </w:rPr>
        <w:t>, в случае отсутствия основного места работы</w:t>
      </w:r>
      <w:r>
        <w:rPr>
          <w:sz w:val="20"/>
          <w:szCs w:val="20"/>
        </w:rPr>
        <w:br/>
        <w:t>или службы</w:t>
      </w:r>
      <w:r w:rsidRPr="00CA3084">
        <w:rPr>
          <w:sz w:val="20"/>
          <w:szCs w:val="20"/>
        </w:rPr>
        <w:t xml:space="preserve"> – род занятий)</w:t>
      </w:r>
    </w:p>
    <w:p w:rsidR="001555B7" w:rsidRPr="00CA3084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проживающий по адресу:</w:t>
      </w:r>
      <w:r w:rsidRPr="004F064D">
        <w:rPr>
          <w:rFonts w:ascii="Courier New" w:hAnsi="Courier New" w:cs="Courier New"/>
          <w:sz w:val="20"/>
          <w:szCs w:val="20"/>
        </w:rPr>
        <w:t xml:space="preserve"> 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</w:t>
      </w: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(адрес места жительства)</w:t>
      </w: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4F064D">
        <w:rPr>
          <w:rFonts w:ascii="Courier New" w:hAnsi="Courier New" w:cs="Courier New"/>
          <w:sz w:val="20"/>
          <w:szCs w:val="20"/>
        </w:rPr>
        <w:t>_</w:t>
      </w: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сообщаю  сведения о своих доходах, об имуществе, о вкладах в банках, ценных бумагах, об обязательствах  имущественного  характера:</w:t>
      </w: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509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555B7" w:rsidRPr="002B1A2E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B1A2E">
        <w:rPr>
          <w:sz w:val="20"/>
          <w:szCs w:val="20"/>
        </w:rPr>
        <w:t>Указываются доходы (включая  пенсии,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1555B7" w:rsidRPr="002B1A2E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2126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1555B7" w:rsidRPr="00C734E8" w:rsidRDefault="001555B7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1555B7" w:rsidRPr="00C734E8" w:rsidRDefault="001555B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2126" w:type="dxa"/>
            <w:vAlign w:val="center"/>
          </w:tcPr>
          <w:p w:rsidR="001555B7" w:rsidRPr="00C734E8" w:rsidRDefault="001555B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  <w:szCs w:val="20"/>
        </w:rPr>
      </w:pPr>
    </w:p>
    <w:p w:rsidR="001555B7" w:rsidRPr="00265D9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лица, поступающего на работу на должность руководителя </w:t>
      </w:r>
      <w:r>
        <w:rPr>
          <w:sz w:val="20"/>
          <w:szCs w:val="20"/>
        </w:rPr>
        <w:t xml:space="preserve">муниципального </w:t>
      </w:r>
      <w:r w:rsidRPr="00265D9B">
        <w:rPr>
          <w:sz w:val="20"/>
          <w:szCs w:val="20"/>
        </w:rPr>
        <w:t>учреждения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265D9B">
        <w:rPr>
          <w:sz w:val="20"/>
          <w:szCs w:val="20"/>
        </w:rPr>
        <w:t>, представляющего сведения.</w:t>
      </w:r>
    </w:p>
    <w:p w:rsidR="001555B7" w:rsidRPr="00265D9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1555B7" w:rsidRPr="00265D9B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265D9B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977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7352B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лица, поступающего на работу на должность руководителя </w:t>
      </w:r>
      <w:r>
        <w:rPr>
          <w:sz w:val="20"/>
          <w:szCs w:val="20"/>
        </w:rPr>
        <w:t>муниципального</w:t>
      </w:r>
      <w:r w:rsidRPr="007352BB">
        <w:rPr>
          <w:sz w:val="20"/>
          <w:szCs w:val="20"/>
        </w:rPr>
        <w:t xml:space="preserve"> учреждения</w:t>
      </w:r>
      <w:r>
        <w:rPr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7352BB">
        <w:rPr>
          <w:sz w:val="20"/>
          <w:szCs w:val="20"/>
        </w:rPr>
        <w:t>, представляющего сведения.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7352BB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402"/>
        <w:gridCol w:w="1417"/>
        <w:gridCol w:w="1560"/>
        <w:gridCol w:w="992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>( 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E66FDC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1555B7" w:rsidRPr="00E66FDC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977"/>
        <w:gridCol w:w="1985"/>
        <w:gridCol w:w="1417"/>
        <w:gridCol w:w="1276"/>
        <w:gridCol w:w="1559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bookmarkStart w:id="0" w:name="Par265"/>
      <w:bookmarkEnd w:id="0"/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1555B7" w:rsidRPr="00C942A2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C942A2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 xml:space="preserve">    4.2. Иные ценные бумаги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843"/>
        <w:gridCol w:w="1984"/>
        <w:gridCol w:w="2268"/>
        <w:gridCol w:w="1559"/>
        <w:gridCol w:w="1525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 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 xml:space="preserve">&lt;1&gt; Указываются все ценные бумаги по видам (облигации, векселя и др.),за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1555B7" w:rsidRPr="007E599C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1555B7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701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&lt;1&gt; Указываются по состоянию на отчетную дату.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2126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384C18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1555B7" w:rsidRPr="00384C18" w:rsidRDefault="001555B7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</w:t>
      </w:r>
      <w:bookmarkStart w:id="1" w:name="Par365"/>
      <w:bookmarkEnd w:id="1"/>
      <w:r w:rsidRPr="00384C18">
        <w:rPr>
          <w:sz w:val="20"/>
          <w:szCs w:val="20"/>
        </w:rPr>
        <w:t xml:space="preserve">лица, </w:t>
      </w:r>
      <w:r w:rsidRPr="00A50CAD">
        <w:rPr>
          <w:sz w:val="20"/>
          <w:szCs w:val="20"/>
        </w:rPr>
        <w:t xml:space="preserve"> поступающего на работу на должность руководителя </w:t>
      </w:r>
      <w:r w:rsidRPr="000F2AD1">
        <w:rPr>
          <w:color w:val="000000"/>
          <w:sz w:val="20"/>
          <w:szCs w:val="20"/>
        </w:rPr>
        <w:t xml:space="preserve">муниципального учреждения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1555B7" w:rsidRPr="00384C18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2" w:name="Par368"/>
      <w:bookmarkEnd w:id="2"/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1555B7" w:rsidRPr="00384C18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555B7" w:rsidRDefault="001555B7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55B7" w:rsidRDefault="001555B7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55B7" w:rsidRDefault="001555B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1555B7" w:rsidRDefault="001555B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 xml:space="preserve"> Вышестеблиевского </w:t>
      </w:r>
    </w:p>
    <w:p w:rsidR="001555B7" w:rsidRDefault="001555B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 </w:t>
      </w:r>
    </w:p>
    <w:p w:rsidR="001555B7" w:rsidRDefault="001555B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 района</w:t>
      </w:r>
      <w:r>
        <w:rPr>
          <w:color w:val="000000"/>
          <w:sz w:val="28"/>
          <w:szCs w:val="28"/>
        </w:rPr>
        <w:tab/>
        <w:t xml:space="preserve">             Л.Н. Бедакова</w:t>
      </w:r>
    </w:p>
    <w:p w:rsidR="001555B7" w:rsidRDefault="001555B7" w:rsidP="00C734E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1555B7" w:rsidRDefault="001555B7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55B7" w:rsidRDefault="001555B7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55B7" w:rsidRDefault="001555B7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55B7" w:rsidRDefault="001555B7" w:rsidP="00D842B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1555B7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4D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1555B7" w:rsidRPr="00B7634D" w:rsidRDefault="001555B7" w:rsidP="00B7634D">
            <w:pPr>
              <w:jc w:val="center"/>
              <w:rPr>
                <w:sz w:val="28"/>
                <w:szCs w:val="28"/>
              </w:rPr>
            </w:pPr>
            <w:r w:rsidRPr="00B7634D">
              <w:rPr>
                <w:sz w:val="28"/>
                <w:szCs w:val="28"/>
              </w:rPr>
              <w:t>к Положению «О порядке представления лицом,  поступающим на работу на должность руководителя муниципального учреж</w:t>
            </w:r>
            <w:r>
              <w:rPr>
                <w:sz w:val="28"/>
                <w:szCs w:val="28"/>
              </w:rPr>
              <w:t>дения Вышестеблиевского сельского поселения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>, а также руководителем муниципального учреж</w:t>
            </w:r>
            <w:r>
              <w:rPr>
                <w:sz w:val="28"/>
                <w:szCs w:val="28"/>
              </w:rPr>
              <w:t>дения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55B7" w:rsidRPr="000F2AD1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 w:rsidRPr="00C24B02">
        <w:rPr>
          <w:color w:val="000000"/>
          <w:sz w:val="20"/>
          <w:szCs w:val="20"/>
        </w:rPr>
        <w:t>муниципального образования Темрюкский район</w:t>
      </w: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о доходах, об имуществе и обязательствах имущественного</w:t>
      </w:r>
    </w:p>
    <w:p w:rsidR="001555B7" w:rsidRPr="000B097C" w:rsidRDefault="001555B7" w:rsidP="000B097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характера руководителя муниципального учреждения </w:t>
      </w:r>
      <w:r>
        <w:rPr>
          <w:b/>
          <w:bCs/>
          <w:color w:val="000000"/>
          <w:sz w:val="20"/>
          <w:szCs w:val="20"/>
        </w:rPr>
        <w:t>Вышестеблиевского сельского поселения Темрюкского</w:t>
      </w:r>
      <w:r w:rsidRPr="000B097C">
        <w:rPr>
          <w:b/>
          <w:bCs/>
          <w:color w:val="000000"/>
          <w:sz w:val="20"/>
          <w:szCs w:val="20"/>
        </w:rPr>
        <w:t xml:space="preserve"> район</w:t>
      </w:r>
      <w:r>
        <w:rPr>
          <w:b/>
          <w:bCs/>
          <w:color w:val="000000"/>
          <w:sz w:val="20"/>
          <w:szCs w:val="20"/>
        </w:rPr>
        <w:t>а</w:t>
      </w: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 xml:space="preserve">    Я, ___________________________________________________________________</w:t>
      </w:r>
      <w:r>
        <w:rPr>
          <w:sz w:val="20"/>
          <w:szCs w:val="20"/>
        </w:rPr>
        <w:t>_____________________</w:t>
      </w:r>
    </w:p>
    <w:p w:rsidR="001555B7" w:rsidRPr="00993D2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(фамилия, имя, отчество, дата рождения)</w:t>
      </w: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проживающий по адресу: ______________________________________________</w:t>
      </w:r>
      <w:r>
        <w:rPr>
          <w:sz w:val="20"/>
          <w:szCs w:val="20"/>
        </w:rPr>
        <w:t>_________________</w:t>
      </w:r>
      <w:r w:rsidRPr="00993D23">
        <w:rPr>
          <w:sz w:val="20"/>
          <w:szCs w:val="20"/>
        </w:rPr>
        <w:t>____</w:t>
      </w:r>
      <w:r>
        <w:rPr>
          <w:sz w:val="20"/>
          <w:szCs w:val="20"/>
        </w:rPr>
        <w:t>_</w:t>
      </w:r>
      <w:r w:rsidRPr="00993D23">
        <w:rPr>
          <w:sz w:val="20"/>
          <w:szCs w:val="20"/>
        </w:rPr>
        <w:t>__</w:t>
      </w:r>
    </w:p>
    <w:p w:rsidR="001555B7" w:rsidRPr="00993D2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(адрес места жительства)</w:t>
      </w: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1555B7" w:rsidRPr="00730EC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30EC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30ECE">
        <w:rPr>
          <w:sz w:val="20"/>
          <w:szCs w:val="20"/>
        </w:rPr>
        <w:t>сообщаю  сведения о своих доходах за  отчетный  период  с 1  января 20__ г.по 31 декабря 20__ г., об имуществе, о вкладах в банках, ценных бумагах, об</w:t>
      </w:r>
      <w:r>
        <w:rPr>
          <w:sz w:val="20"/>
          <w:szCs w:val="20"/>
        </w:rPr>
        <w:t xml:space="preserve"> </w:t>
      </w:r>
      <w:r w:rsidRPr="00730ECE">
        <w:rPr>
          <w:sz w:val="20"/>
          <w:szCs w:val="20"/>
        </w:rPr>
        <w:t>обязательствах  имущественного  характера  по  состоянию на конец отчетного</w:t>
      </w:r>
      <w:r>
        <w:rPr>
          <w:sz w:val="20"/>
          <w:szCs w:val="20"/>
        </w:rPr>
        <w:t xml:space="preserve"> периода (на отчетную дату).</w:t>
      </w:r>
    </w:p>
    <w:p w:rsidR="001555B7" w:rsidRPr="00730EC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509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555B7" w:rsidRPr="002B1A2E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1555B7" w:rsidRPr="002B1A2E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1555B7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1555B7" w:rsidRPr="00C734E8" w:rsidRDefault="001555B7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1555B7" w:rsidRPr="00C734E8" w:rsidRDefault="001555B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1555B7" w:rsidRPr="00C734E8" w:rsidRDefault="001555B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2B1A2E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265D9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руководителя </w:t>
      </w:r>
      <w:r>
        <w:rPr>
          <w:sz w:val="20"/>
          <w:szCs w:val="20"/>
        </w:rPr>
        <w:t>муниципального</w:t>
      </w:r>
      <w:r w:rsidRPr="00265D9B">
        <w:rPr>
          <w:sz w:val="20"/>
          <w:szCs w:val="20"/>
        </w:rPr>
        <w:t xml:space="preserve"> учреждения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265D9B">
        <w:rPr>
          <w:sz w:val="20"/>
          <w:szCs w:val="20"/>
        </w:rPr>
        <w:t>, представляющего сведения.</w:t>
      </w:r>
    </w:p>
    <w:p w:rsidR="001555B7" w:rsidRPr="00265D9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1555B7" w:rsidRPr="00265D9B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265D9B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4F064D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руководителя </w:t>
      </w:r>
      <w:r>
        <w:rPr>
          <w:sz w:val="20"/>
          <w:szCs w:val="20"/>
        </w:rPr>
        <w:t xml:space="preserve">муниципального учреждения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7352BB">
        <w:rPr>
          <w:sz w:val="20"/>
          <w:szCs w:val="20"/>
        </w:rPr>
        <w:t xml:space="preserve">, 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7352BB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>( 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E66FDC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1555B7" w:rsidRPr="00E66FDC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1555B7" w:rsidRPr="00C942A2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C942A2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 xml:space="preserve">    4.2. Иные ценные бумаги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 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 xml:space="preserve">&lt;1&gt; Указываются все ценные бумаги по видам (облигации, векселя и др.),за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1555B7" w:rsidRPr="007E599C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1555B7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&lt;1&gt; Указываются по состоянию на отчетную дату.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384C18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1555B7" w:rsidRPr="00384C18" w:rsidRDefault="001555B7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руководителя </w:t>
      </w:r>
      <w:r w:rsidRPr="000F2AD1">
        <w:rPr>
          <w:color w:val="000000"/>
          <w:sz w:val="20"/>
          <w:szCs w:val="20"/>
        </w:rPr>
        <w:t>муниципального учреждения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>
        <w:rPr>
          <w:sz w:val="20"/>
          <w:szCs w:val="20"/>
        </w:rPr>
        <w:t>)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1555B7" w:rsidRPr="00384C18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1555B7" w:rsidRPr="00384C18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4F064D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55B7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555B7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555B7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555B7" w:rsidRDefault="001555B7" w:rsidP="00C734E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55B7" w:rsidRDefault="001555B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общего отдела </w:t>
      </w:r>
    </w:p>
    <w:p w:rsidR="001555B7" w:rsidRDefault="001555B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Вышестеблиевского </w:t>
      </w:r>
    </w:p>
    <w:p w:rsidR="001555B7" w:rsidRDefault="001555B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</w:p>
    <w:p w:rsidR="001555B7" w:rsidRDefault="001555B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</w:t>
      </w:r>
      <w:r>
        <w:rPr>
          <w:color w:val="000000"/>
          <w:sz w:val="28"/>
          <w:szCs w:val="28"/>
        </w:rPr>
        <w:tab/>
        <w:t xml:space="preserve">             Л.Н. Бедакова</w:t>
      </w:r>
    </w:p>
    <w:p w:rsidR="001555B7" w:rsidRDefault="001555B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555B7" w:rsidRDefault="001555B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555B7" w:rsidRPr="004F064D" w:rsidRDefault="001555B7" w:rsidP="008E31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1555B7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4D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1555B7" w:rsidRPr="00B7634D" w:rsidRDefault="001555B7" w:rsidP="00B7634D">
            <w:pPr>
              <w:jc w:val="center"/>
              <w:rPr>
                <w:sz w:val="28"/>
                <w:szCs w:val="28"/>
              </w:rPr>
            </w:pPr>
            <w:r w:rsidRPr="00B7634D">
              <w:rPr>
                <w:sz w:val="28"/>
                <w:szCs w:val="28"/>
              </w:rPr>
              <w:t>к Положению «О порядке представления лицом,  поступающим на работу на должность руководителя муниципального учреж</w:t>
            </w:r>
            <w:r>
              <w:rPr>
                <w:sz w:val="28"/>
                <w:szCs w:val="28"/>
              </w:rPr>
              <w:t>дения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>, а также руководителем муниципального учреж</w:t>
            </w:r>
            <w:r>
              <w:rPr>
                <w:sz w:val="28"/>
                <w:szCs w:val="28"/>
              </w:rPr>
              <w:t>дения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а</w:t>
      </w:r>
      <w:r w:rsidRPr="000F2AD1">
        <w:rPr>
          <w:sz w:val="20"/>
          <w:szCs w:val="20"/>
        </w:rPr>
        <w:t xml:space="preserve">дминистрацию </w:t>
      </w:r>
      <w:r>
        <w:rPr>
          <w:sz w:val="20"/>
          <w:szCs w:val="20"/>
        </w:rPr>
        <w:t>Вышестеблиевского сельского поселения  Темрюкского района</w:t>
      </w:r>
    </w:p>
    <w:p w:rsidR="001555B7" w:rsidRPr="004D0E6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3" w:name="Par395"/>
      <w:bookmarkEnd w:id="3"/>
      <w:r w:rsidRPr="0049736B">
        <w:rPr>
          <w:b/>
          <w:bCs/>
          <w:sz w:val="20"/>
          <w:szCs w:val="20"/>
        </w:rPr>
        <w:t>СПРАВКА</w:t>
      </w: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4" w:name="Par396"/>
      <w:bookmarkEnd w:id="4"/>
      <w:r w:rsidRPr="0049736B">
        <w:rPr>
          <w:b/>
          <w:bCs/>
          <w:sz w:val="20"/>
          <w:szCs w:val="20"/>
        </w:rPr>
        <w:t>о доходах, об имуществе и обязательствах имущественного характера супруги (супруга)</w:t>
      </w: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 и несовершеннолетних детей</w:t>
      </w:r>
      <w:bookmarkStart w:id="5" w:name="Par398"/>
      <w:bookmarkEnd w:id="5"/>
      <w:r w:rsidRPr="0049736B">
        <w:rPr>
          <w:b/>
          <w:bCs/>
          <w:sz w:val="20"/>
          <w:szCs w:val="20"/>
        </w:rPr>
        <w:t xml:space="preserve"> лица, поступающего на работу на должность руководителя </w:t>
      </w: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color w:val="000000"/>
          <w:sz w:val="20"/>
          <w:szCs w:val="20"/>
        </w:rPr>
        <w:t xml:space="preserve">муниципального учреждения </w:t>
      </w:r>
      <w:r>
        <w:rPr>
          <w:b/>
          <w:bCs/>
          <w:color w:val="000000"/>
          <w:sz w:val="20"/>
          <w:szCs w:val="20"/>
        </w:rPr>
        <w:t xml:space="preserve">Вышестеблиевского сельского поселения  Темрюкского района </w:t>
      </w:r>
      <w:hyperlink w:anchor="Par489" w:history="1">
        <w:r w:rsidRPr="0049736B">
          <w:rPr>
            <w:b/>
            <w:bCs/>
            <w:sz w:val="20"/>
            <w:szCs w:val="20"/>
          </w:rPr>
          <w:t>&lt;1&gt;</w:t>
        </w:r>
      </w:hyperlink>
    </w:p>
    <w:p w:rsidR="001555B7" w:rsidRPr="004D0E6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6" w:name="Par400"/>
      <w:bookmarkEnd w:id="6"/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Я, ___________________________________________________________________</w:t>
      </w:r>
      <w:r>
        <w:rPr>
          <w:sz w:val="20"/>
          <w:szCs w:val="20"/>
        </w:rPr>
        <w:t>_______________________</w:t>
      </w:r>
      <w:r w:rsidRPr="004D0E63">
        <w:rPr>
          <w:sz w:val="20"/>
          <w:szCs w:val="20"/>
        </w:rPr>
        <w:t>_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1555B7" w:rsidRPr="004D0E6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(фамилия, имя, отчество, дата рождения)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___</w:t>
      </w:r>
      <w:r>
        <w:rPr>
          <w:sz w:val="20"/>
          <w:szCs w:val="20"/>
        </w:rPr>
        <w:t>_</w:t>
      </w:r>
      <w:r w:rsidRPr="004D0E63">
        <w:rPr>
          <w:sz w:val="20"/>
          <w:szCs w:val="20"/>
        </w:rPr>
        <w:t>_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  <w:r>
        <w:rPr>
          <w:sz w:val="20"/>
          <w:szCs w:val="20"/>
        </w:rPr>
        <w:t>_</w:t>
      </w:r>
      <w:r w:rsidRPr="004D0E63">
        <w:rPr>
          <w:sz w:val="20"/>
          <w:szCs w:val="20"/>
        </w:rPr>
        <w:t>_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1555B7" w:rsidRPr="004D0E6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(основное место работы, в случае отсутствия основного места работы – род занятий)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проживающий по адресу: 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___</w:t>
      </w:r>
      <w:r>
        <w:rPr>
          <w:sz w:val="20"/>
          <w:szCs w:val="20"/>
        </w:rPr>
        <w:t>_</w:t>
      </w:r>
    </w:p>
    <w:p w:rsidR="001555B7" w:rsidRPr="004D0E6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(адрес места жительства)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  <w:r>
        <w:rPr>
          <w:sz w:val="20"/>
          <w:szCs w:val="20"/>
        </w:rPr>
        <w:t>_</w:t>
      </w:r>
    </w:p>
    <w:p w:rsidR="001555B7" w:rsidRPr="004D0E6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сообщаю  сведения о доходах моей (моего)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</w:p>
    <w:p w:rsidR="001555B7" w:rsidRPr="004D0E6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супруги (супруга), несовершеннолетней дочери, несовершеннолетнего сына)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</w:t>
      </w:r>
    </w:p>
    <w:p w:rsidR="001555B7" w:rsidRPr="004D0E6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(фамилия, имя, отчество, дата рождения)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1555B7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(основное место работы или службы, занимаемая должность,</w:t>
      </w:r>
    </w:p>
    <w:p w:rsidR="001555B7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 xml:space="preserve"> в случае отсутствия основного места работы или службы - род занятий)</w:t>
      </w:r>
    </w:p>
    <w:p w:rsidR="001555B7" w:rsidRPr="004D0E6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об имуществе, о вкладах в банках, ценных бумагах, об обязательствах</w:t>
      </w:r>
      <w:r>
        <w:rPr>
          <w:sz w:val="20"/>
          <w:szCs w:val="20"/>
        </w:rPr>
        <w:t xml:space="preserve"> </w:t>
      </w:r>
      <w:r w:rsidRPr="004D0E63">
        <w:rPr>
          <w:sz w:val="20"/>
          <w:szCs w:val="20"/>
        </w:rPr>
        <w:t xml:space="preserve">имущественного  характера.  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C24B0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D0E63">
        <w:rPr>
          <w:sz w:val="20"/>
          <w:szCs w:val="20"/>
        </w:rPr>
        <w:t>&lt;1&gt;  Сведения представляются отдельно на супругу (супруга) и на каждого</w:t>
      </w:r>
      <w:r>
        <w:rPr>
          <w:sz w:val="20"/>
          <w:szCs w:val="20"/>
        </w:rPr>
        <w:t xml:space="preserve"> из </w:t>
      </w:r>
      <w:r w:rsidRPr="004D0E63">
        <w:rPr>
          <w:sz w:val="20"/>
          <w:szCs w:val="20"/>
        </w:rPr>
        <w:t xml:space="preserve">несовершеннолетних детей лица, поступающего на работу на должность руководителя </w:t>
      </w:r>
      <w:r w:rsidRPr="00C24B02">
        <w:rPr>
          <w:color w:val="000000"/>
          <w:sz w:val="20"/>
          <w:szCs w:val="20"/>
        </w:rPr>
        <w:t>муниципального учреж</w:t>
      </w:r>
      <w:r>
        <w:rPr>
          <w:color w:val="000000"/>
          <w:sz w:val="20"/>
          <w:szCs w:val="20"/>
        </w:rPr>
        <w:t>дения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C24B02">
        <w:rPr>
          <w:sz w:val="20"/>
          <w:szCs w:val="20"/>
        </w:rPr>
        <w:t>, представляющего сведения.</w:t>
      </w:r>
    </w:p>
    <w:p w:rsidR="001555B7" w:rsidRPr="004D0E6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bookmarkStart w:id="7" w:name="Par432"/>
      <w:bookmarkStart w:id="8" w:name="Par433"/>
      <w:bookmarkEnd w:id="7"/>
      <w:bookmarkEnd w:id="8"/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555B7" w:rsidRPr="002B1A2E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1555B7" w:rsidRPr="002B1A2E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1555B7" w:rsidRPr="00C734E8" w:rsidRDefault="001555B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1555B7" w:rsidRPr="00C734E8" w:rsidRDefault="001555B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1555B7" w:rsidRPr="00C734E8" w:rsidRDefault="001555B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2B1A2E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</w:t>
      </w:r>
      <w:r w:rsidRPr="00D93464">
        <w:rPr>
          <w:sz w:val="20"/>
          <w:szCs w:val="20"/>
        </w:rPr>
        <w:t xml:space="preserve">члена семьи лица, поступающего на работу на должность руководителя </w:t>
      </w:r>
      <w:r>
        <w:rPr>
          <w:sz w:val="20"/>
          <w:szCs w:val="20"/>
        </w:rPr>
        <w:t>муниципального</w:t>
      </w:r>
      <w:r w:rsidRPr="00D93464">
        <w:rPr>
          <w:sz w:val="20"/>
          <w:szCs w:val="20"/>
        </w:rPr>
        <w:t xml:space="preserve"> учреждения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D93464">
        <w:rPr>
          <w:sz w:val="20"/>
          <w:szCs w:val="20"/>
        </w:rPr>
        <w:t>, представляющего сведения.</w:t>
      </w:r>
    </w:p>
    <w:p w:rsidR="001555B7" w:rsidRPr="00265D9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1555B7" w:rsidRPr="00265D9B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265D9B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4F064D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7352B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</w:t>
      </w:r>
      <w:r w:rsidRPr="00D93464">
        <w:rPr>
          <w:sz w:val="20"/>
          <w:szCs w:val="20"/>
        </w:rPr>
        <w:t xml:space="preserve">доля члена семьи лица, поступающего на работу на должность руководителя </w:t>
      </w:r>
      <w:r>
        <w:rPr>
          <w:sz w:val="20"/>
          <w:szCs w:val="20"/>
        </w:rPr>
        <w:t>муниципального</w:t>
      </w:r>
      <w:r w:rsidRPr="00D93464">
        <w:rPr>
          <w:sz w:val="20"/>
          <w:szCs w:val="20"/>
        </w:rPr>
        <w:t xml:space="preserve"> учреждения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D93464">
        <w:rPr>
          <w:sz w:val="20"/>
          <w:szCs w:val="20"/>
        </w:rPr>
        <w:t>, представляющего сведения.</w:t>
      </w:r>
    </w:p>
    <w:p w:rsidR="001555B7" w:rsidRPr="007352BB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7352BB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>( 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E66FDC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1555B7" w:rsidRPr="00E66FDC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1555B7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>4.2. Иные ценные бумаги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 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1555B7" w:rsidRPr="007E599C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 xml:space="preserve">&lt;1&gt; Указываются все ценные бумаги по видам (облигации, векселя и др.),за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1555B7" w:rsidRPr="007E599C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&lt;1&gt; Указываются по состоянию на отчетную дату.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384C18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1555B7" w:rsidRPr="00384C18" w:rsidRDefault="001555B7" w:rsidP="00DB56DE">
      <w:pPr>
        <w:autoSpaceDE w:val="0"/>
        <w:autoSpaceDN w:val="0"/>
        <w:adjustRightInd w:val="0"/>
        <w:ind w:left="2694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лица, </w:t>
      </w:r>
      <w:r w:rsidRPr="00A50CAD">
        <w:rPr>
          <w:sz w:val="20"/>
          <w:szCs w:val="20"/>
        </w:rPr>
        <w:t xml:space="preserve"> поступающего на работу на должность руководителя </w:t>
      </w:r>
      <w:r w:rsidRPr="000F2AD1">
        <w:rPr>
          <w:color w:val="000000"/>
          <w:sz w:val="20"/>
          <w:szCs w:val="20"/>
        </w:rPr>
        <w:t>муниципального учреждения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>
        <w:rPr>
          <w:sz w:val="20"/>
          <w:szCs w:val="20"/>
        </w:rPr>
        <w:t>, представляющего сведения)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1555B7" w:rsidRPr="00384C18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1555B7" w:rsidRPr="00384C18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555B7" w:rsidRDefault="001555B7" w:rsidP="00620AC0">
      <w:pPr>
        <w:autoSpaceDE w:val="0"/>
        <w:autoSpaceDN w:val="0"/>
        <w:adjustRightInd w:val="0"/>
        <w:outlineLvl w:val="0"/>
        <w:rPr>
          <w:sz w:val="28"/>
          <w:szCs w:val="28"/>
        </w:rPr>
      </w:pPr>
      <w:bookmarkStart w:id="9" w:name="Par434"/>
      <w:bookmarkEnd w:id="9"/>
    </w:p>
    <w:p w:rsidR="001555B7" w:rsidRDefault="001555B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общего отдела</w:t>
      </w:r>
    </w:p>
    <w:p w:rsidR="001555B7" w:rsidRDefault="001555B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Вышестеблиевского </w:t>
      </w:r>
    </w:p>
    <w:p w:rsidR="001555B7" w:rsidRDefault="001555B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</w:p>
    <w:p w:rsidR="001555B7" w:rsidRPr="001A011A" w:rsidRDefault="001555B7" w:rsidP="001A011A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011A">
        <w:rPr>
          <w:sz w:val="28"/>
          <w:szCs w:val="28"/>
        </w:rPr>
        <w:t>Темрюкского района</w:t>
      </w:r>
      <w:r w:rsidRPr="001A011A">
        <w:rPr>
          <w:sz w:val="28"/>
          <w:szCs w:val="28"/>
        </w:rPr>
        <w:tab/>
        <w:t xml:space="preserve">             Л.Н. Бедакова</w:t>
      </w: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1555B7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4D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1555B7" w:rsidRPr="00B7634D" w:rsidRDefault="001555B7" w:rsidP="00B7634D">
            <w:pPr>
              <w:jc w:val="center"/>
              <w:rPr>
                <w:sz w:val="28"/>
                <w:szCs w:val="28"/>
              </w:rPr>
            </w:pPr>
            <w:r w:rsidRPr="00B7634D">
              <w:rPr>
                <w:sz w:val="28"/>
                <w:szCs w:val="28"/>
              </w:rPr>
              <w:t>к Положению «О порядке представления лицом,  поступающим на работу на должность руководителя муниципального учреж</w:t>
            </w:r>
            <w:r>
              <w:rPr>
                <w:sz w:val="28"/>
                <w:szCs w:val="28"/>
              </w:rPr>
              <w:t>дения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>, а также руководителем муниципального учреж</w:t>
            </w:r>
            <w:r>
              <w:rPr>
                <w:sz w:val="28"/>
                <w:szCs w:val="28"/>
              </w:rPr>
              <w:t>дения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1555B7" w:rsidRPr="00B7634D" w:rsidRDefault="001555B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55B7" w:rsidRDefault="001555B7" w:rsidP="002F78EA">
      <w:pPr>
        <w:ind w:left="5400"/>
        <w:jc w:val="both"/>
        <w:rPr>
          <w:sz w:val="28"/>
          <w:szCs w:val="28"/>
        </w:rPr>
      </w:pPr>
    </w:p>
    <w:p w:rsidR="001555B7" w:rsidRPr="004F064D" w:rsidRDefault="001555B7" w:rsidP="00DB56D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55B7" w:rsidRPr="000F2AD1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а</w:t>
      </w:r>
      <w:r w:rsidRPr="000F2AD1">
        <w:rPr>
          <w:sz w:val="20"/>
          <w:szCs w:val="20"/>
        </w:rPr>
        <w:t xml:space="preserve">дминистрацию </w:t>
      </w:r>
      <w:r>
        <w:rPr>
          <w:color w:val="000000"/>
          <w:sz w:val="20"/>
          <w:szCs w:val="20"/>
        </w:rPr>
        <w:t>Вышестеблиевского сельского поселения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</w:p>
    <w:p w:rsidR="001555B7" w:rsidRPr="008F0CBA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о доходах, об имуществе и обязательствах имущественного характера супруги (супруга) </w:t>
      </w: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и несовершеннолетних детей руководителя </w:t>
      </w:r>
      <w:r w:rsidRPr="0049736B">
        <w:rPr>
          <w:b/>
          <w:bCs/>
          <w:color w:val="000000"/>
          <w:sz w:val="20"/>
          <w:szCs w:val="20"/>
        </w:rPr>
        <w:t xml:space="preserve">муниципального учреждения </w:t>
      </w:r>
    </w:p>
    <w:p w:rsidR="001555B7" w:rsidRPr="0049736B" w:rsidRDefault="001555B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b/>
          <w:bCs/>
          <w:color w:val="000000"/>
          <w:sz w:val="20"/>
          <w:szCs w:val="20"/>
        </w:rPr>
        <w:t xml:space="preserve"> район</w:t>
      </w:r>
      <w:r>
        <w:rPr>
          <w:b/>
          <w:bCs/>
          <w:color w:val="000000"/>
          <w:sz w:val="20"/>
          <w:szCs w:val="20"/>
        </w:rPr>
        <w:t xml:space="preserve">а </w:t>
      </w:r>
      <w:hyperlink r:id="rId6" w:history="1">
        <w:r w:rsidRPr="0049736B">
          <w:rPr>
            <w:b/>
            <w:bCs/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 xml:space="preserve">    Я, ___________________________________________________________________</w:t>
      </w:r>
      <w:r>
        <w:rPr>
          <w:sz w:val="20"/>
          <w:szCs w:val="20"/>
        </w:rPr>
        <w:t>_____________________</w:t>
      </w:r>
    </w:p>
    <w:p w:rsidR="001555B7" w:rsidRPr="00993D2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(фамилия, имя, отчество, дата рождения)</w:t>
      </w: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проживающий по адресу: ______________________________________________</w:t>
      </w:r>
      <w:r>
        <w:rPr>
          <w:sz w:val="20"/>
          <w:szCs w:val="20"/>
        </w:rPr>
        <w:t>_________________</w:t>
      </w:r>
      <w:r w:rsidRPr="00993D23">
        <w:rPr>
          <w:sz w:val="20"/>
          <w:szCs w:val="20"/>
        </w:rPr>
        <w:t>_____</w:t>
      </w:r>
      <w:r>
        <w:rPr>
          <w:sz w:val="20"/>
          <w:szCs w:val="20"/>
        </w:rPr>
        <w:t>__</w:t>
      </w:r>
    </w:p>
    <w:p w:rsidR="001555B7" w:rsidRPr="00993D23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(адрес места жительства)</w:t>
      </w:r>
    </w:p>
    <w:p w:rsidR="001555B7" w:rsidRPr="00993D23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1555B7" w:rsidRPr="00730EC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8F0CBA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1555B7" w:rsidRPr="008F0CBA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сообщаю  сведения о доходах за отчетный период с  1  января 20__ г.  по  31декабря 20__ г. моей (моего)</w:t>
      </w:r>
    </w:p>
    <w:p w:rsidR="001555B7" w:rsidRPr="008F0CBA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</w:t>
      </w:r>
      <w:r w:rsidRPr="008F0CBA">
        <w:rPr>
          <w:sz w:val="20"/>
          <w:szCs w:val="20"/>
        </w:rPr>
        <w:t>_</w:t>
      </w:r>
      <w:r>
        <w:rPr>
          <w:sz w:val="20"/>
          <w:szCs w:val="20"/>
        </w:rPr>
        <w:t>_</w:t>
      </w:r>
    </w:p>
    <w:p w:rsidR="001555B7" w:rsidRPr="008F0CBA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 xml:space="preserve"> супруги (супруга), несовершеннолетней д</w:t>
      </w:r>
      <w:r>
        <w:rPr>
          <w:sz w:val="20"/>
          <w:szCs w:val="20"/>
        </w:rPr>
        <w:t>очери, несовершеннолетнего сына</w:t>
      </w:r>
    </w:p>
    <w:p w:rsidR="001555B7" w:rsidRPr="008F0CBA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8F0CBA">
        <w:rPr>
          <w:sz w:val="20"/>
          <w:szCs w:val="20"/>
        </w:rPr>
        <w:t>__</w:t>
      </w:r>
      <w:r>
        <w:rPr>
          <w:sz w:val="20"/>
          <w:szCs w:val="20"/>
        </w:rPr>
        <w:t>_</w:t>
      </w:r>
    </w:p>
    <w:p w:rsidR="001555B7" w:rsidRPr="008F0CBA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F0CBA">
        <w:rPr>
          <w:sz w:val="20"/>
          <w:szCs w:val="20"/>
        </w:rPr>
        <w:t>(фамилия, имя, отчество, дата рождения)</w:t>
      </w:r>
    </w:p>
    <w:p w:rsidR="001555B7" w:rsidRPr="008F0CBA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1555B7" w:rsidRPr="008F0CBA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F0CBA">
        <w:rPr>
          <w:sz w:val="20"/>
          <w:szCs w:val="20"/>
        </w:rPr>
        <w:t>(основное место работы или службы, занимаемая должность,</w:t>
      </w:r>
      <w:r>
        <w:rPr>
          <w:sz w:val="20"/>
          <w:szCs w:val="20"/>
        </w:rPr>
        <w:br/>
      </w:r>
      <w:r w:rsidRPr="008F0CBA">
        <w:rPr>
          <w:sz w:val="20"/>
          <w:szCs w:val="20"/>
        </w:rPr>
        <w:t>в случае отсутствия основного места работы или службы - род занятий)</w:t>
      </w:r>
    </w:p>
    <w:p w:rsidR="001555B7" w:rsidRPr="008F0CBA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8F0CBA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об имуществе, о  кладах в банках, ценных бумагах, об обязательствах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имущественного характера по состоянию на конец отчетного периода (на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отчетную дату).</w:t>
      </w:r>
    </w:p>
    <w:p w:rsidR="001555B7" w:rsidRPr="00730EC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CA3084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555B7" w:rsidRPr="002B1A2E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1555B7" w:rsidRPr="002B1A2E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1555B7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2B1A2E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1555B7" w:rsidRPr="00C734E8" w:rsidRDefault="001555B7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  <w:bookmarkStart w:id="10" w:name="_GoBack"/>
            <w:bookmarkEnd w:id="10"/>
          </w:p>
        </w:tc>
        <w:tc>
          <w:tcPr>
            <w:tcW w:w="2268" w:type="dxa"/>
            <w:vAlign w:val="center"/>
          </w:tcPr>
          <w:p w:rsidR="001555B7" w:rsidRPr="00C734E8" w:rsidRDefault="001555B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1555B7" w:rsidRPr="00C734E8" w:rsidRDefault="001555B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2B1A2E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265D9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Ф.И.О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</w:t>
      </w:r>
      <w:r>
        <w:rPr>
          <w:sz w:val="20"/>
          <w:szCs w:val="20"/>
        </w:rPr>
        <w:t xml:space="preserve">члена семьи </w:t>
      </w:r>
      <w:r w:rsidRPr="00265D9B">
        <w:rPr>
          <w:sz w:val="20"/>
          <w:szCs w:val="20"/>
        </w:rPr>
        <w:t xml:space="preserve">руководителя </w:t>
      </w:r>
      <w:r>
        <w:rPr>
          <w:sz w:val="20"/>
          <w:szCs w:val="20"/>
        </w:rPr>
        <w:t>муниципального</w:t>
      </w:r>
      <w:r w:rsidRPr="00265D9B">
        <w:rPr>
          <w:sz w:val="20"/>
          <w:szCs w:val="20"/>
        </w:rPr>
        <w:t xml:space="preserve"> учреждения</w:t>
      </w:r>
      <w:r w:rsidRPr="00C24B02">
        <w:rPr>
          <w:color w:val="000000"/>
          <w:sz w:val="20"/>
          <w:szCs w:val="20"/>
        </w:rPr>
        <w:t xml:space="preserve"> муниципального образования Темрюкский район</w:t>
      </w:r>
      <w:r w:rsidRPr="00265D9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который </w:t>
      </w:r>
      <w:r w:rsidRPr="00265D9B">
        <w:rPr>
          <w:sz w:val="20"/>
          <w:szCs w:val="20"/>
        </w:rPr>
        <w:t>представля</w:t>
      </w:r>
      <w:r>
        <w:rPr>
          <w:sz w:val="20"/>
          <w:szCs w:val="20"/>
        </w:rPr>
        <w:t>ет</w:t>
      </w:r>
      <w:r w:rsidRPr="00265D9B">
        <w:rPr>
          <w:sz w:val="20"/>
          <w:szCs w:val="20"/>
        </w:rPr>
        <w:t xml:space="preserve"> сведения.</w:t>
      </w:r>
    </w:p>
    <w:p w:rsidR="001555B7" w:rsidRPr="00265D9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1555B7" w:rsidRPr="00265D9B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265D9B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4F064D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7352BB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</w:t>
      </w:r>
      <w:r>
        <w:rPr>
          <w:sz w:val="20"/>
          <w:szCs w:val="20"/>
        </w:rPr>
        <w:t xml:space="preserve">члена семьи </w:t>
      </w:r>
      <w:r w:rsidRPr="007352BB">
        <w:rPr>
          <w:sz w:val="20"/>
          <w:szCs w:val="20"/>
        </w:rPr>
        <w:t xml:space="preserve">руководителя </w:t>
      </w:r>
      <w:r>
        <w:rPr>
          <w:sz w:val="20"/>
          <w:szCs w:val="20"/>
        </w:rPr>
        <w:t xml:space="preserve">муниципального </w:t>
      </w:r>
      <w:r w:rsidRPr="007352BB">
        <w:rPr>
          <w:sz w:val="20"/>
          <w:szCs w:val="20"/>
        </w:rPr>
        <w:t>учреждения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7352B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который </w:t>
      </w:r>
      <w:r w:rsidRPr="007352BB">
        <w:rPr>
          <w:sz w:val="20"/>
          <w:szCs w:val="20"/>
        </w:rPr>
        <w:t>представля</w:t>
      </w:r>
      <w:r>
        <w:rPr>
          <w:sz w:val="20"/>
          <w:szCs w:val="20"/>
        </w:rPr>
        <w:t>ет</w:t>
      </w:r>
      <w:r w:rsidRPr="007352BB">
        <w:rPr>
          <w:sz w:val="20"/>
          <w:szCs w:val="20"/>
        </w:rPr>
        <w:t xml:space="preserve"> сведения.</w:t>
      </w:r>
    </w:p>
    <w:p w:rsidR="001555B7" w:rsidRPr="007352BB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7352BB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>( 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</w:p>
    <w:p w:rsidR="001555B7" w:rsidRPr="00E66FDC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1555B7" w:rsidRPr="00E66FDC" w:rsidRDefault="001555B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E66FD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1555B7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1555B7" w:rsidRPr="00C942A2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1555B7" w:rsidRPr="00C942A2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>4.2. Иные ценные бумаги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 xml:space="preserve">&lt;1&gt; Указываются все ценные бумаги по видам (облигации, векселя и др.),за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1555B7" w:rsidRPr="007E599C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7E599C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&lt;1&gt; Указываются по состоянию на отчетную дату.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1555B7" w:rsidRPr="00384C18" w:rsidRDefault="001555B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1555B7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55B7" w:rsidRPr="00482BCF">
        <w:tc>
          <w:tcPr>
            <w:tcW w:w="675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555B7" w:rsidRPr="00482BCF" w:rsidRDefault="001555B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555B7" w:rsidRPr="00384C18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1555B7" w:rsidRPr="00384C18" w:rsidRDefault="001555B7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руководителя </w:t>
      </w:r>
      <w:r w:rsidRPr="000F2AD1">
        <w:rPr>
          <w:color w:val="000000"/>
          <w:sz w:val="20"/>
          <w:szCs w:val="20"/>
        </w:rPr>
        <w:t>муниципального учреждения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>
        <w:rPr>
          <w:sz w:val="20"/>
          <w:szCs w:val="20"/>
        </w:rPr>
        <w:t>, представляющего справку)</w:t>
      </w: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1555B7" w:rsidRPr="00384C18" w:rsidRDefault="001555B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1555B7" w:rsidRPr="00384C18" w:rsidRDefault="001555B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1555B7" w:rsidRPr="004F064D" w:rsidRDefault="001555B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1555B7" w:rsidRPr="004F064D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55B7" w:rsidRDefault="001555B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555B7" w:rsidRDefault="001555B7" w:rsidP="0083667F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1555B7" w:rsidRDefault="001555B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общего отдела </w:t>
      </w:r>
    </w:p>
    <w:p w:rsidR="001555B7" w:rsidRDefault="001555B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Вышестеблиевского </w:t>
      </w:r>
    </w:p>
    <w:p w:rsidR="001555B7" w:rsidRDefault="001555B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</w:p>
    <w:p w:rsidR="001555B7" w:rsidRDefault="001555B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Темрюкского района </w:t>
      </w:r>
      <w:r>
        <w:rPr>
          <w:color w:val="000000"/>
          <w:sz w:val="28"/>
          <w:szCs w:val="28"/>
        </w:rPr>
        <w:tab/>
        <w:t xml:space="preserve">             Л.Н. Бедакова</w:t>
      </w:r>
    </w:p>
    <w:sectPr w:rsidR="001555B7" w:rsidSect="00C734E8"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5B7" w:rsidRDefault="001555B7">
      <w:r>
        <w:separator/>
      </w:r>
    </w:p>
  </w:endnote>
  <w:endnote w:type="continuationSeparator" w:id="1">
    <w:p w:rsidR="001555B7" w:rsidRDefault="00155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5B7" w:rsidRDefault="001555B7">
      <w:r>
        <w:separator/>
      </w:r>
    </w:p>
  </w:footnote>
  <w:footnote w:type="continuationSeparator" w:id="1">
    <w:p w:rsidR="001555B7" w:rsidRDefault="001555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F84"/>
    <w:rsid w:val="00051B77"/>
    <w:rsid w:val="00056210"/>
    <w:rsid w:val="000664A9"/>
    <w:rsid w:val="000B097C"/>
    <w:rsid w:val="000F2AD1"/>
    <w:rsid w:val="00134FF0"/>
    <w:rsid w:val="001555B7"/>
    <w:rsid w:val="001805D8"/>
    <w:rsid w:val="001A011A"/>
    <w:rsid w:val="001C2BB4"/>
    <w:rsid w:val="001D72F7"/>
    <w:rsid w:val="00265D9B"/>
    <w:rsid w:val="0028721E"/>
    <w:rsid w:val="002B1A2E"/>
    <w:rsid w:val="002C0297"/>
    <w:rsid w:val="002C2F84"/>
    <w:rsid w:val="002C7429"/>
    <w:rsid w:val="002E6C95"/>
    <w:rsid w:val="002E71B5"/>
    <w:rsid w:val="002F51CE"/>
    <w:rsid w:val="002F78EA"/>
    <w:rsid w:val="00300C3C"/>
    <w:rsid w:val="00315156"/>
    <w:rsid w:val="00384C18"/>
    <w:rsid w:val="003A1AC4"/>
    <w:rsid w:val="003B0571"/>
    <w:rsid w:val="003D64F2"/>
    <w:rsid w:val="003F0E12"/>
    <w:rsid w:val="00403DEA"/>
    <w:rsid w:val="0042477F"/>
    <w:rsid w:val="004456B5"/>
    <w:rsid w:val="00482BCF"/>
    <w:rsid w:val="0049736B"/>
    <w:rsid w:val="004A4321"/>
    <w:rsid w:val="004C1465"/>
    <w:rsid w:val="004C557A"/>
    <w:rsid w:val="004D0E63"/>
    <w:rsid w:val="004D327E"/>
    <w:rsid w:val="004F064D"/>
    <w:rsid w:val="004F1BD7"/>
    <w:rsid w:val="005055A5"/>
    <w:rsid w:val="0052600D"/>
    <w:rsid w:val="005534A5"/>
    <w:rsid w:val="00595CB2"/>
    <w:rsid w:val="005976F1"/>
    <w:rsid w:val="005A491A"/>
    <w:rsid w:val="005C3371"/>
    <w:rsid w:val="005D34F8"/>
    <w:rsid w:val="00611DC9"/>
    <w:rsid w:val="00620AC0"/>
    <w:rsid w:val="00650834"/>
    <w:rsid w:val="00655D1C"/>
    <w:rsid w:val="00681F06"/>
    <w:rsid w:val="00696A45"/>
    <w:rsid w:val="006B6F12"/>
    <w:rsid w:val="006C6D55"/>
    <w:rsid w:val="006D377C"/>
    <w:rsid w:val="00730B2A"/>
    <w:rsid w:val="00730ECE"/>
    <w:rsid w:val="007352BB"/>
    <w:rsid w:val="00740E47"/>
    <w:rsid w:val="00753294"/>
    <w:rsid w:val="00760856"/>
    <w:rsid w:val="00776B09"/>
    <w:rsid w:val="007A2C39"/>
    <w:rsid w:val="007B1C25"/>
    <w:rsid w:val="007D3EB5"/>
    <w:rsid w:val="007E599C"/>
    <w:rsid w:val="007F243D"/>
    <w:rsid w:val="0083667F"/>
    <w:rsid w:val="008C18FE"/>
    <w:rsid w:val="008E3158"/>
    <w:rsid w:val="008F0CBA"/>
    <w:rsid w:val="00983721"/>
    <w:rsid w:val="00993D23"/>
    <w:rsid w:val="009A17C5"/>
    <w:rsid w:val="009A5620"/>
    <w:rsid w:val="009B768D"/>
    <w:rsid w:val="00A04B7F"/>
    <w:rsid w:val="00A11F2D"/>
    <w:rsid w:val="00A50CAD"/>
    <w:rsid w:val="00A83B26"/>
    <w:rsid w:val="00A873E0"/>
    <w:rsid w:val="00AC16EE"/>
    <w:rsid w:val="00AE1AEE"/>
    <w:rsid w:val="00B66942"/>
    <w:rsid w:val="00B7634D"/>
    <w:rsid w:val="00BA2CB0"/>
    <w:rsid w:val="00BB472C"/>
    <w:rsid w:val="00C134CA"/>
    <w:rsid w:val="00C24B02"/>
    <w:rsid w:val="00C34D2E"/>
    <w:rsid w:val="00C734E8"/>
    <w:rsid w:val="00C942A2"/>
    <w:rsid w:val="00CA3084"/>
    <w:rsid w:val="00CA3297"/>
    <w:rsid w:val="00CD222A"/>
    <w:rsid w:val="00CF35F3"/>
    <w:rsid w:val="00D138A9"/>
    <w:rsid w:val="00D170F3"/>
    <w:rsid w:val="00D23C08"/>
    <w:rsid w:val="00D43EC7"/>
    <w:rsid w:val="00D56EBB"/>
    <w:rsid w:val="00D67E4C"/>
    <w:rsid w:val="00D842B9"/>
    <w:rsid w:val="00D87BD3"/>
    <w:rsid w:val="00D93464"/>
    <w:rsid w:val="00DB56DE"/>
    <w:rsid w:val="00E079B1"/>
    <w:rsid w:val="00E43FD9"/>
    <w:rsid w:val="00E51DE1"/>
    <w:rsid w:val="00E56ABF"/>
    <w:rsid w:val="00E66FDC"/>
    <w:rsid w:val="00E912F9"/>
    <w:rsid w:val="00EB624A"/>
    <w:rsid w:val="00F27BA5"/>
    <w:rsid w:val="00F33BA9"/>
    <w:rsid w:val="00F66D41"/>
    <w:rsid w:val="00F95153"/>
    <w:rsid w:val="00FB50CF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6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56DE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DB56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56DE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B56DE"/>
  </w:style>
  <w:style w:type="paragraph" w:styleId="BalloonText">
    <w:name w:val="Balloon Text"/>
    <w:basedOn w:val="Normal"/>
    <w:link w:val="BalloonTextChar"/>
    <w:uiPriority w:val="99"/>
    <w:semiHidden/>
    <w:rsid w:val="00DB5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B56DE"/>
    <w:rPr>
      <w:rFonts w:ascii="Tahoma" w:hAnsi="Tahoma" w:cs="Tahoma"/>
      <w:sz w:val="16"/>
      <w:szCs w:val="16"/>
      <w:lang/>
    </w:rPr>
  </w:style>
  <w:style w:type="paragraph" w:styleId="DocumentMap">
    <w:name w:val="Document Map"/>
    <w:basedOn w:val="Normal"/>
    <w:link w:val="DocumentMapChar"/>
    <w:uiPriority w:val="99"/>
    <w:semiHidden/>
    <w:rsid w:val="00DB56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B56DE"/>
    <w:rPr>
      <w:rFonts w:ascii="Tahoma" w:hAnsi="Tahoma" w:cs="Tahoma"/>
      <w:sz w:val="20"/>
      <w:szCs w:val="20"/>
      <w:shd w:val="clear" w:color="auto" w:fill="000080"/>
      <w:lang w:eastAsia="ru-RU"/>
    </w:rPr>
  </w:style>
  <w:style w:type="table" w:styleId="TableGrid">
    <w:name w:val="Table Grid"/>
    <w:basedOn w:val="TableNormal"/>
    <w:uiPriority w:val="99"/>
    <w:rsid w:val="00DB56D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B56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56DE"/>
    <w:rPr>
      <w:rFonts w:ascii="Times New Roman" w:hAnsi="Times New Roman" w:cs="Times New Roman"/>
      <w:sz w:val="24"/>
      <w:szCs w:val="24"/>
      <w:lang/>
    </w:rPr>
  </w:style>
  <w:style w:type="paragraph" w:customStyle="1" w:styleId="ConsPlusNormal">
    <w:name w:val="ConsPlusNormal"/>
    <w:uiPriority w:val="99"/>
    <w:rsid w:val="00DB56D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DB56D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B56DE"/>
    <w:rPr>
      <w:rFonts w:ascii="Courier New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DB56DE"/>
  </w:style>
  <w:style w:type="paragraph" w:customStyle="1" w:styleId="ConsNonformat">
    <w:name w:val="ConsNonformat"/>
    <w:uiPriority w:val="99"/>
    <w:rsid w:val="00D138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1">
    <w:name w:val="s_1"/>
    <w:basedOn w:val="Normal"/>
    <w:uiPriority w:val="99"/>
    <w:rsid w:val="00C734E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E8B7565ABF24460379E74D5036B49E86D3D3C0CAA9FA87ED3954003CE9741E7413BF1541C5893IEB8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16</Pages>
  <Words>5938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35</cp:revision>
  <cp:lastPrinted>2013-03-27T14:55:00Z</cp:lastPrinted>
  <dcterms:created xsi:type="dcterms:W3CDTF">2013-03-27T10:19:00Z</dcterms:created>
  <dcterms:modified xsi:type="dcterms:W3CDTF">2013-04-11T06:31:00Z</dcterms:modified>
</cp:coreProperties>
</file>